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70211F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="00BD0A92">
        <w:rPr>
          <w:rStyle w:val="a9"/>
        </w:rPr>
        <w:fldChar w:fldCharType="separate"/>
      </w:r>
      <w:r w:rsidR="0070211F" w:rsidRPr="0070211F">
        <w:rPr>
          <w:rStyle w:val="a9"/>
        </w:rPr>
        <w:t xml:space="preserve"> Администрация Нижнеомского муниципального района Омской области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0211F" w:rsidRPr="00AF49A3" w:rsidTr="008B4051">
        <w:trPr>
          <w:jc w:val="center"/>
        </w:trPr>
        <w:tc>
          <w:tcPr>
            <w:tcW w:w="3049" w:type="dxa"/>
            <w:vAlign w:val="center"/>
          </w:tcPr>
          <w:p w:rsidR="0070211F" w:rsidRPr="0070211F" w:rsidRDefault="0070211F" w:rsidP="0070211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 Нижнеомского района</w:t>
            </w:r>
          </w:p>
        </w:tc>
        <w:tc>
          <w:tcPr>
            <w:tcW w:w="3686" w:type="dxa"/>
            <w:vAlign w:val="center"/>
          </w:tcPr>
          <w:p w:rsidR="0070211F" w:rsidRPr="00063DF1" w:rsidRDefault="0070211F" w:rsidP="00DB70BA">
            <w:pPr>
              <w:pStyle w:val="aa"/>
            </w:pPr>
            <w:r>
              <w:t>Не предусмотрены</w:t>
            </w:r>
            <w:bookmarkStart w:id="1" w:name="_GoBack"/>
            <w:bookmarkEnd w:id="1"/>
          </w:p>
        </w:tc>
        <w:tc>
          <w:tcPr>
            <w:tcW w:w="2835" w:type="dxa"/>
            <w:vAlign w:val="center"/>
          </w:tcPr>
          <w:p w:rsidR="0070211F" w:rsidRPr="00063DF1" w:rsidRDefault="0070211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0211F" w:rsidRPr="00063DF1" w:rsidRDefault="0070211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0211F" w:rsidRPr="00063DF1" w:rsidRDefault="0070211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0211F" w:rsidRPr="00063DF1" w:rsidRDefault="0070211F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>
        <w:rPr>
          <w:rStyle w:val="a9"/>
        </w:rPr>
        <w:fldChar w:fldCharType="separate"/>
      </w:r>
      <w:r w:rsidR="0070211F">
        <w:rPr>
          <w:rStyle w:val="a9"/>
        </w:rPr>
        <w:t>20.05.2022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211F" w:rsidP="009D6532">
            <w:pPr>
              <w:pStyle w:val="aa"/>
            </w:pPr>
            <w:r>
              <w:t>заместитель Главы, начальник Управления сельского хозяйства и продовольствия Администрации Нижнеомского муниципального района Омской области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211F" w:rsidP="009D6532">
            <w:pPr>
              <w:pStyle w:val="aa"/>
            </w:pPr>
            <w:r>
              <w:t xml:space="preserve">Вахрушев Андрей Владимирович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0211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0211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211F" w:rsidP="009D6532">
            <w:pPr>
              <w:pStyle w:val="aa"/>
            </w:pPr>
            <w:r>
              <w:t>начальник Управления правового обеспечения Администрации Нижнеомского муниципального района Омской области, представитель от трудового коллектива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0211F" w:rsidP="009D6532">
            <w:pPr>
              <w:pStyle w:val="aa"/>
            </w:pPr>
            <w:r>
              <w:t xml:space="preserve">Саляева Наталья Александровна 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0211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0211F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0211F" w:rsidRPr="0070211F" w:rsidTr="0070211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  <w:r>
              <w:t>главный специалист Управления сельского хозяйства и продовольствия Администрации Нижнеомского муниципального района Омской области, ответственный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  <w:r>
              <w:t xml:space="preserve">Морозов Станислав Владимирович 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11F" w:rsidRPr="0070211F" w:rsidRDefault="0070211F" w:rsidP="009D6532">
            <w:pPr>
              <w:pStyle w:val="aa"/>
            </w:pPr>
          </w:p>
        </w:tc>
      </w:tr>
      <w:tr w:rsidR="0070211F" w:rsidRPr="0070211F" w:rsidTr="0070211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  <w:r w:rsidRPr="0070211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  <w:r w:rsidRPr="0070211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  <w:r w:rsidRPr="0070211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0211F" w:rsidRPr="0070211F" w:rsidRDefault="0070211F" w:rsidP="009D6532">
            <w:pPr>
              <w:pStyle w:val="aa"/>
              <w:rPr>
                <w:vertAlign w:val="superscript"/>
              </w:rPr>
            </w:pPr>
            <w:r w:rsidRPr="0070211F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0211F" w:rsidTr="0070211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0211F" w:rsidRDefault="0070211F" w:rsidP="00C45714">
            <w:pPr>
              <w:pStyle w:val="aa"/>
            </w:pPr>
            <w:r w:rsidRPr="0070211F">
              <w:t>2940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0211F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0211F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0211F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0211F" w:rsidRDefault="0070211F" w:rsidP="00C45714">
            <w:pPr>
              <w:pStyle w:val="aa"/>
            </w:pPr>
            <w:r w:rsidRPr="0070211F">
              <w:t>Ходосевич Любовь Александровна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0211F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0211F" w:rsidRDefault="00C45714" w:rsidP="00C45714">
            <w:pPr>
              <w:pStyle w:val="aa"/>
            </w:pPr>
          </w:p>
        </w:tc>
      </w:tr>
      <w:tr w:rsidR="00C45714" w:rsidRPr="0070211F" w:rsidTr="0070211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0211F" w:rsidRDefault="0070211F" w:rsidP="00C45714">
            <w:pPr>
              <w:pStyle w:val="aa"/>
              <w:rPr>
                <w:b/>
                <w:vertAlign w:val="superscript"/>
              </w:rPr>
            </w:pPr>
            <w:r w:rsidRPr="0070211F">
              <w:rPr>
                <w:vertAlign w:val="superscript"/>
              </w:rPr>
              <w:t>(№ в реестре экспертов)</w:t>
            </w:r>
          </w:p>
        </w:tc>
        <w:tc>
          <w:tcPr>
            <w:tcW w:w="284" w:type="dxa"/>
          </w:tcPr>
          <w:p w:rsidR="00C45714" w:rsidRPr="0070211F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0211F" w:rsidRDefault="0070211F" w:rsidP="00C45714">
            <w:pPr>
              <w:pStyle w:val="aa"/>
              <w:rPr>
                <w:b/>
                <w:vertAlign w:val="superscript"/>
              </w:rPr>
            </w:pPr>
            <w:r w:rsidRPr="0070211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0211F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0211F" w:rsidRDefault="0070211F" w:rsidP="00C45714">
            <w:pPr>
              <w:pStyle w:val="aa"/>
              <w:rPr>
                <w:b/>
                <w:vertAlign w:val="superscript"/>
              </w:rPr>
            </w:pPr>
            <w:r w:rsidRPr="0070211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0211F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0211F" w:rsidRDefault="0070211F" w:rsidP="00C45714">
            <w:pPr>
              <w:pStyle w:val="aa"/>
              <w:rPr>
                <w:vertAlign w:val="superscript"/>
              </w:rPr>
            </w:pPr>
            <w:r w:rsidRPr="0070211F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6AF7" w:rsidRDefault="00856AF7" w:rsidP="0070211F">
      <w:r>
        <w:separator/>
      </w:r>
    </w:p>
  </w:endnote>
  <w:endnote w:type="continuationSeparator" w:id="0">
    <w:p w:rsidR="00856AF7" w:rsidRDefault="00856AF7" w:rsidP="0070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6AF7" w:rsidRDefault="00856AF7" w:rsidP="0070211F">
      <w:r>
        <w:separator/>
      </w:r>
    </w:p>
  </w:footnote>
  <w:footnote w:type="continuationSeparator" w:id="0">
    <w:p w:rsidR="00856AF7" w:rsidRDefault="00856AF7" w:rsidP="00702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644043 г.Омск, ул.Красный Путь,89 оф.2;"/>
    <w:docVar w:name="att_org_name" w:val="Общество с ограниченной ответственностью &quot;Межрегиональный центр института труда&quot; "/>
    <w:docVar w:name="att_org_reg_date" w:val="12.10.2015"/>
    <w:docVar w:name="att_org_reg_num" w:val="118"/>
    <w:docVar w:name="boss_fio" w:val="Худоба Елена Борисовна"/>
    <w:docVar w:name="ceh_info" w:val=" Администрация Нижнеомского муниципального района Омской области "/>
    <w:docVar w:name="doc_type" w:val="6"/>
    <w:docVar w:name="fill_date" w:val="20.05.2022"/>
    <w:docVar w:name="org_guid" w:val="98F2AD828BCB4468B3AA1ECC429F6F2F"/>
    <w:docVar w:name="org_id" w:val="109"/>
    <w:docVar w:name="org_name" w:val="     "/>
    <w:docVar w:name="pers_guids" w:val="C8EF310D08194F48B43C163C676BAB07@"/>
    <w:docVar w:name="pers_snils" w:val="C8EF310D08194F48B43C163C676BAB07@"/>
    <w:docVar w:name="podr_id" w:val="org_109"/>
    <w:docVar w:name="pred_dolg" w:val="заместитель Главы, начальник Управления сельского хозяйства и продовольствия Администрации Нижнеомского муниципального района Омской области"/>
    <w:docVar w:name="pred_fio" w:val="Вахрушев Андрей Владимирович "/>
    <w:docVar w:name="rbtd_adr" w:val="     "/>
    <w:docVar w:name="rbtd_name" w:val="Администрация Нижнеомского муниципального района Омской области"/>
    <w:docVar w:name="sv_docs" w:val="1"/>
  </w:docVars>
  <w:rsids>
    <w:rsidRoot w:val="0070211F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0211F"/>
    <w:rsid w:val="00725C51"/>
    <w:rsid w:val="00820552"/>
    <w:rsid w:val="00856AF7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E80143"/>
  <w15:chartTrackingRefBased/>
  <w15:docId w15:val="{E9D456F2-3A35-48E3-A005-B3999BE7B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021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0211F"/>
    <w:rPr>
      <w:sz w:val="24"/>
    </w:rPr>
  </w:style>
  <w:style w:type="paragraph" w:styleId="ad">
    <w:name w:val="footer"/>
    <w:basedOn w:val="a"/>
    <w:link w:val="ae"/>
    <w:rsid w:val="007021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0211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Пользователь Windows</dc:creator>
  <cp:keywords/>
  <dc:description/>
  <cp:lastModifiedBy>Пользователь Windows</cp:lastModifiedBy>
  <cp:revision>1</cp:revision>
  <dcterms:created xsi:type="dcterms:W3CDTF">2022-05-16T18:36:00Z</dcterms:created>
  <dcterms:modified xsi:type="dcterms:W3CDTF">2022-05-16T18:37:00Z</dcterms:modified>
</cp:coreProperties>
</file>